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F7CD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634A641" w:rsidR="00B65513" w:rsidRPr="0007110E" w:rsidRDefault="00F86392" w:rsidP="00E82667">
                <w:pPr>
                  <w:tabs>
                    <w:tab w:val="left" w:pos="426"/>
                  </w:tabs>
                  <w:spacing w:before="120"/>
                  <w:rPr>
                    <w:bCs/>
                    <w:lang w:val="en-IE" w:eastAsia="en-GB"/>
                  </w:rPr>
                </w:pPr>
                <w:r>
                  <w:rPr>
                    <w:lang w:eastAsia="en-GB"/>
                  </w:rPr>
                  <w:t>DG AGRI B2 – environmental sustainability</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41633CB" w:rsidR="00D96984" w:rsidRPr="0007110E" w:rsidRDefault="00E73C87" w:rsidP="00E82667">
                <w:pPr>
                  <w:tabs>
                    <w:tab w:val="left" w:pos="426"/>
                  </w:tabs>
                  <w:spacing w:before="120"/>
                  <w:rPr>
                    <w:bCs/>
                    <w:lang w:val="en-IE" w:eastAsia="en-GB"/>
                  </w:rPr>
                </w:pPr>
                <w:r>
                  <w:rPr>
                    <w:bCs/>
                    <w:lang w:val="en-IE" w:eastAsia="en-GB"/>
                  </w:rPr>
                  <w:t>469707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77F3C8F" w14:textId="77777777" w:rsidR="00F86392" w:rsidRPr="007546BB" w:rsidRDefault="00F86392" w:rsidP="00F86392">
                <w:pPr>
                  <w:rPr>
                    <w:lang w:val="en-IE" w:eastAsia="en-GB"/>
                  </w:rPr>
                </w:pPr>
                <w:r w:rsidRPr="007546BB">
                  <w:rPr>
                    <w:lang w:val="en-IE" w:eastAsia="en-GB"/>
                  </w:rPr>
                  <w:t>Gaëlle MARION</w:t>
                </w:r>
              </w:p>
              <w:p w14:paraId="32102008" w14:textId="4D144054" w:rsidR="00F86392" w:rsidRPr="007546BB" w:rsidRDefault="00F86392" w:rsidP="00F86392">
                <w:pPr>
                  <w:rPr>
                    <w:lang w:val="en-IE" w:eastAsia="en-GB"/>
                  </w:rPr>
                </w:pPr>
                <w:hyperlink r:id="rId15" w:history="1">
                  <w:r w:rsidRPr="007546BB">
                    <w:rPr>
                      <w:rStyle w:val="Hyperlink"/>
                      <w:lang w:val="en-IE" w:eastAsia="en-GB"/>
                    </w:rPr>
                    <w:t>Gaelle.marion@ec.europa.eu</w:t>
                  </w:r>
                </w:hyperlink>
              </w:p>
              <w:p w14:paraId="714DA989" w14:textId="5BB7B7B9" w:rsidR="00E21DBD" w:rsidRPr="00756728" w:rsidRDefault="00F86392" w:rsidP="00F86392">
                <w:pPr>
                  <w:rPr>
                    <w:lang w:val="en-US" w:eastAsia="en-GB"/>
                  </w:rPr>
                </w:pPr>
                <w:r w:rsidRPr="00756728">
                  <w:rPr>
                    <w:lang w:val="en-US" w:eastAsia="en-GB"/>
                  </w:rPr>
                  <w:t>+32.2.29.80.826</w:t>
                </w:r>
              </w:p>
            </w:sdtContent>
          </w:sdt>
          <w:p w14:paraId="34CF737A" w14:textId="725D5496" w:rsidR="00E21DBD" w:rsidRPr="0007110E" w:rsidRDefault="001F7CDD" w:rsidP="00E82667">
            <w:pPr>
              <w:tabs>
                <w:tab w:val="left" w:pos="426"/>
              </w:tabs>
              <w:contextualSpacing/>
              <w:rPr>
                <w:bCs/>
                <w:lang w:val="en-IE" w:eastAsia="en-GB"/>
              </w:rPr>
            </w:pPr>
            <w:r>
              <w:rPr>
                <w:bCs/>
                <w:lang w:val="en-IE" w:eastAsia="en-GB"/>
              </w:rPr>
              <w:t>Q1 2026</w:t>
            </w:r>
          </w:p>
          <w:p w14:paraId="158DD156" w14:textId="6518D8DB" w:rsidR="00E21DBD" w:rsidRPr="0007110E" w:rsidRDefault="001F7CD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73C87">
                  <w:rPr>
                    <w:bCs/>
                    <w:lang w:val="en-IE" w:eastAsia="en-GB"/>
                  </w:rPr>
                  <w:t>1 year</w:t>
                </w:r>
                <w:r w:rsidR="00F86392">
                  <w:rPr>
                    <w:bCs/>
                    <w:lang w:val="en-IE" w:eastAsia="en-GB"/>
                  </w:rPr>
                  <w:t xml:space="preserve"> </w:t>
                </w:r>
              </w:sdtContent>
            </w:sdt>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8639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286CE26"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lang w:eastAsia="en-GB"/>
              </w:rPr>
              <w:object w:dxaOrig="1440" w:dyaOrig="1440"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4ACB445"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F7CD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F7CD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F7CD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89856FB"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BEF89BB"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4" o:title=""/>
                </v:shape>
                <w:control r:id="rId25" w:name="OptionButton2" w:shapeid="_x0000_i1045"/>
              </w:object>
            </w:r>
            <w:r>
              <w:rPr>
                <w:bCs/>
                <w:lang w:eastAsia="en-GB"/>
              </w:rPr>
              <w:object w:dxaOrig="1440" w:dyaOrig="1440" w14:anchorId="0992615F">
                <v:shape id="_x0000_i1047" type="#_x0000_t75" style="width:108pt;height:21.6pt" o:ole="">
                  <v:imagedata r:id="rId26" o:title=""/>
                </v:shape>
                <w:control r:id="rId27" w:name="OptionButton3" w:shapeid="_x0000_i1047"/>
              </w:object>
            </w:r>
          </w:p>
          <w:p w14:paraId="42C9AD79" w14:textId="323A363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1F7CDD">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21D6876" w14:textId="77777777" w:rsidR="00F86392" w:rsidRPr="006578F0" w:rsidRDefault="00F86392" w:rsidP="00F86392">
          <w:r w:rsidRPr="006578F0">
            <w:t>Unit AGRI.B.2 is responsible for the environmental and climatic sustainability aspects of agriculture. The Unit is also responsible for forestry.</w:t>
          </w:r>
        </w:p>
        <w:p w14:paraId="6D3D6250" w14:textId="77777777" w:rsidR="00F86392" w:rsidRPr="006578F0" w:rsidRDefault="00F86392" w:rsidP="00F86392">
          <w:r w:rsidRPr="006578F0">
            <w:lastRenderedPageBreak/>
            <w:t>In particular, our Unit promotes the integration of climate change and environmental objectives into the Common Agricultural Policy (CAP) by supporting the design, development and implementation of targeted CAP measures, and helping ensure their consistency within the so-called “green architecture” of the CAP, in close relation with the relevant climate and environmental legislation and objectives at EU and international level, including the EU Green Deal. Such instruments include the schemes for the climate and the environment (known as "eco-schemes"), environment, climate and other management commitments, payments in Natura 2000 areas or areas under the Water Framework Directive, green and non-productive investments as well as the 'conditionality' which links the granting of most CAP support to the respect of rules aimed at integrating environmental and climate concerns into agricultural practices.</w:t>
          </w:r>
        </w:p>
        <w:p w14:paraId="66F1832F" w14:textId="77777777" w:rsidR="00F86392" w:rsidRPr="006578F0" w:rsidRDefault="00F86392" w:rsidP="00F86392">
          <w:r w:rsidRPr="006578F0">
            <w:t>Unit AGRI.B.2 is the mirror unit for DG Environment and DG Climate within DG AGRI for all environmental and climate related policy and legislative proposals involving and affecting the agricultural and forestry sector. We are also co-responsible for the implementation of the EU Forest Strategy and we follow up and contribute to the development of the various aspects of the renewable energy, bio-economy, circular economy policies.</w:t>
          </w:r>
        </w:p>
        <w:p w14:paraId="69459484" w14:textId="72961B2E" w:rsidR="002B3CBF" w:rsidRPr="00756728" w:rsidRDefault="00F86392" w:rsidP="00756728">
          <w:r w:rsidRPr="006578F0">
            <w:t xml:space="preserve">The team is composed of </w:t>
          </w:r>
          <w:r w:rsidR="00E73C87">
            <w:t>33</w:t>
          </w:r>
          <w:r w:rsidRPr="006578F0">
            <w:t xml:space="preserve"> colleagues</w:t>
          </w:r>
          <w:r w:rsidR="0098710B">
            <w:t>, is organised in 4 main teams,</w:t>
          </w:r>
          <w:r w:rsidRPr="006578F0">
            <w:t xml:space="preserve"> and enjoys a very pleasant working atmosphere while responding to high expectations on all these very important files.</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952C538" w14:textId="255563B6" w:rsidR="00891B52" w:rsidRPr="00891B52" w:rsidRDefault="00891B52" w:rsidP="00891B52">
          <w:pPr>
            <w:rPr>
              <w:lang w:val="en-US" w:eastAsia="en-GB"/>
            </w:rPr>
          </w:pPr>
          <w:r w:rsidRPr="00891B52">
            <w:rPr>
              <w:lang w:val="en-US" w:eastAsia="en-GB"/>
            </w:rPr>
            <w:t xml:space="preserve">A position as policy officer </w:t>
          </w:r>
          <w:r w:rsidR="00E73C87">
            <w:rPr>
              <w:lang w:val="en-US" w:eastAsia="en-GB"/>
            </w:rPr>
            <w:t>to work on environmental aspects of agriculture, notably in relation to biodiversity and certain farming systems which have positive effect on biodiversity and the environment</w:t>
          </w:r>
          <w:r w:rsidRPr="00891B52">
            <w:rPr>
              <w:lang w:val="en-US" w:eastAsia="en-GB"/>
            </w:rPr>
            <w:t>.</w:t>
          </w:r>
        </w:p>
        <w:p w14:paraId="0DAFDAD1" w14:textId="0F7F93F6" w:rsidR="00891B52" w:rsidRPr="00891B52" w:rsidRDefault="0098710B" w:rsidP="00891B52">
          <w:pPr>
            <w:rPr>
              <w:lang w:val="en-US" w:eastAsia="en-GB"/>
            </w:rPr>
          </w:pPr>
          <w:r>
            <w:rPr>
              <w:lang w:val="en-US" w:eastAsia="en-GB"/>
            </w:rPr>
            <w:t>T</w:t>
          </w:r>
          <w:r w:rsidR="00891B52" w:rsidRPr="00891B52">
            <w:rPr>
              <w:lang w:val="en-US" w:eastAsia="en-GB"/>
            </w:rPr>
            <w:t>his position requires to provide expertise on various legislative or non legislative initiatives which concern the links between biodiversity and agriculture, and to support the integration of biodiversity concerns into the CAP. This post requires</w:t>
          </w:r>
          <w:r>
            <w:rPr>
              <w:lang w:val="en-US" w:eastAsia="en-GB"/>
            </w:rPr>
            <w:t xml:space="preserve"> </w:t>
          </w:r>
          <w:r w:rsidR="00891B52" w:rsidRPr="00891B52">
            <w:rPr>
              <w:lang w:val="en-US" w:eastAsia="en-GB"/>
            </w:rPr>
            <w:t xml:space="preserve">to provide insights on the specific features of the agricultural sector and its links with biodiversity, and the role played by the CAP so far. </w:t>
          </w:r>
        </w:p>
        <w:p w14:paraId="46EE3E07" w14:textId="2E6A2E30" w:rsidR="00E21DBD" w:rsidRDefault="00891B52" w:rsidP="00891B52">
          <w:pPr>
            <w:rPr>
              <w:lang w:val="en-US" w:eastAsia="en-GB"/>
            </w:rPr>
          </w:pPr>
          <w:r w:rsidRPr="00891B52">
            <w:rPr>
              <w:lang w:val="en-US" w:eastAsia="en-GB"/>
            </w:rPr>
            <w:t>Exchanges with other Commission services are frequent on this post, as well as contacts with stakeholders and Member States concerning environmental and climate related topics.</w:t>
          </w:r>
        </w:p>
        <w:p w14:paraId="0B4C6E60" w14:textId="73E1124B" w:rsidR="00650EF0" w:rsidRPr="00AF7D78" w:rsidRDefault="00650EF0" w:rsidP="00891B52">
          <w:pPr>
            <w:rPr>
              <w:lang w:val="en-US" w:eastAsia="en-GB"/>
            </w:rPr>
          </w:pPr>
          <w:r>
            <w:rPr>
              <w:lang w:val="en-US" w:eastAsia="en-GB"/>
            </w:rPr>
            <w:t>In practical terms, the job implies to get acquainted with many initiatives, projects and regulatory texts, to develop critical analysis based on various documents, to draft notes in consultation with and under guidance of colleagues and hierarchy, to prepare minutes, letters, to establish contacts with peers in other Commission services, possibly to organize meetings.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BD501EF" w14:textId="20971C9C" w:rsidR="00F86392" w:rsidRPr="006578F0" w:rsidRDefault="00F86392" w:rsidP="00F86392">
          <w:r w:rsidRPr="006578F0">
            <w:t xml:space="preserve">A team player colleague eager to contribute to the implementation and development of a policy framework which promotes sustainable farming practices and systems. Background or working experience </w:t>
          </w:r>
          <w:r w:rsidR="00650EF0">
            <w:t xml:space="preserve">in the area of agriculture/agricultural policies </w:t>
          </w:r>
          <w:r w:rsidRPr="006578F0">
            <w:t>, especially in relation to ecosystems</w:t>
          </w:r>
          <w:r>
            <w:t xml:space="preserve"> </w:t>
          </w:r>
          <w:r w:rsidRPr="006578F0">
            <w:t>is highly appreciated.</w:t>
          </w:r>
          <w:bookmarkStart w:id="3" w:name="_Hlk169771723"/>
          <w:r w:rsidRPr="006578F0">
            <w:t xml:space="preserve">. Agronomic background would be </w:t>
          </w:r>
          <w:r>
            <w:t>useful</w:t>
          </w:r>
          <w:r w:rsidRPr="006578F0">
            <w:t xml:space="preserve">, as the post involves among others the understanding of agricultural processes and practices. </w:t>
          </w:r>
          <w:r w:rsidR="00650EF0">
            <w:lastRenderedPageBreak/>
            <w:t xml:space="preserve">Knowledge of the CAP, its environmental and climate instruments and its delivery mechanisms would be a strong asset. </w:t>
          </w:r>
          <w:r w:rsidRPr="006578F0">
            <w:t xml:space="preserve">Strong analytical, organisational and negotiations skills are also required as well capacity to work autonomously on a range of topics. </w:t>
          </w:r>
          <w:bookmarkEnd w:id="3"/>
          <w:r w:rsidRPr="006578F0">
            <w:t xml:space="preserve">Soft skills like communication and drafting skills (mainly in English), team spirit and result-orientation are essential for this post. </w:t>
          </w:r>
        </w:p>
        <w:p w14:paraId="51994EDB" w14:textId="25B80139" w:rsidR="002E40A9" w:rsidRPr="00AF7D78" w:rsidRDefault="001F7CDD"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1F7CDD"/>
    <w:rsid w:val="002109E6"/>
    <w:rsid w:val="00252050"/>
    <w:rsid w:val="00297615"/>
    <w:rsid w:val="002B3CBF"/>
    <w:rsid w:val="002C13C3"/>
    <w:rsid w:val="002C49D0"/>
    <w:rsid w:val="002E40A9"/>
    <w:rsid w:val="00394447"/>
    <w:rsid w:val="003E50A4"/>
    <w:rsid w:val="0040388A"/>
    <w:rsid w:val="00431778"/>
    <w:rsid w:val="00454CC7"/>
    <w:rsid w:val="00464195"/>
    <w:rsid w:val="00476034"/>
    <w:rsid w:val="004A4091"/>
    <w:rsid w:val="004A7517"/>
    <w:rsid w:val="005168AD"/>
    <w:rsid w:val="0058240F"/>
    <w:rsid w:val="00592CD5"/>
    <w:rsid w:val="005D1B85"/>
    <w:rsid w:val="00650EF0"/>
    <w:rsid w:val="00665583"/>
    <w:rsid w:val="00693BC6"/>
    <w:rsid w:val="00696070"/>
    <w:rsid w:val="007546BB"/>
    <w:rsid w:val="00756728"/>
    <w:rsid w:val="0075786F"/>
    <w:rsid w:val="0079645E"/>
    <w:rsid w:val="007E531E"/>
    <w:rsid w:val="007F02AC"/>
    <w:rsid w:val="007F7012"/>
    <w:rsid w:val="00835DC6"/>
    <w:rsid w:val="00891B52"/>
    <w:rsid w:val="008D02B7"/>
    <w:rsid w:val="008F0B52"/>
    <w:rsid w:val="008F4BA9"/>
    <w:rsid w:val="0098710B"/>
    <w:rsid w:val="00994062"/>
    <w:rsid w:val="00996CC6"/>
    <w:rsid w:val="009A1EA0"/>
    <w:rsid w:val="009A2F00"/>
    <w:rsid w:val="009C5E27"/>
    <w:rsid w:val="00A033AD"/>
    <w:rsid w:val="00AB2CEA"/>
    <w:rsid w:val="00AF6424"/>
    <w:rsid w:val="00B24CC5"/>
    <w:rsid w:val="00B3644B"/>
    <w:rsid w:val="00B454FA"/>
    <w:rsid w:val="00B65513"/>
    <w:rsid w:val="00B73F08"/>
    <w:rsid w:val="00B8014C"/>
    <w:rsid w:val="00C06724"/>
    <w:rsid w:val="00C3254D"/>
    <w:rsid w:val="00C504C7"/>
    <w:rsid w:val="00C75BA4"/>
    <w:rsid w:val="00C827E6"/>
    <w:rsid w:val="00CB5B61"/>
    <w:rsid w:val="00CD2C5A"/>
    <w:rsid w:val="00D0015C"/>
    <w:rsid w:val="00D03CF4"/>
    <w:rsid w:val="00D7090C"/>
    <w:rsid w:val="00D84D53"/>
    <w:rsid w:val="00D96984"/>
    <w:rsid w:val="00DD41ED"/>
    <w:rsid w:val="00DF1E49"/>
    <w:rsid w:val="00E21DBD"/>
    <w:rsid w:val="00E342CB"/>
    <w:rsid w:val="00E41704"/>
    <w:rsid w:val="00E44D7F"/>
    <w:rsid w:val="00E73C87"/>
    <w:rsid w:val="00E82667"/>
    <w:rsid w:val="00E84FE8"/>
    <w:rsid w:val="00E90ABE"/>
    <w:rsid w:val="00EB3147"/>
    <w:rsid w:val="00F24635"/>
    <w:rsid w:val="00F4683D"/>
    <w:rsid w:val="00F6462F"/>
    <w:rsid w:val="00F86392"/>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F863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Gaelle.marion@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9645E"/>
    <w:rsid w:val="007F7378"/>
    <w:rsid w:val="00835DC6"/>
    <w:rsid w:val="00893390"/>
    <w:rsid w:val="00894A0C"/>
    <w:rsid w:val="009A12CB"/>
    <w:rsid w:val="00CA527C"/>
    <w:rsid w:val="00D374C1"/>
    <w:rsid w:val="00E90ABE"/>
    <w:rsid w:val="00ED10DB"/>
    <w:rsid w:val="00F2463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F56AE35A-A4C1-488B-8A80-41955AE84979}">
  <ds:schemaRefs>
    <ds:schemaRef ds:uri="http://schemas.microsoft.com/sharepoint/v3/fields"/>
    <ds:schemaRef ds:uri="http://schemas.microsoft.com/office/2006/documentManagement/types"/>
    <ds:schemaRef ds:uri="http://schemas.openxmlformats.org/package/2006/metadata/core-properties"/>
    <ds:schemaRef ds:uri="http://www.w3.org/XML/1998/namespace"/>
    <ds:schemaRef ds:uri="http://purl.org/dc/dcmitype/"/>
    <ds:schemaRef ds:uri="http://schemas.microsoft.com/office/infopath/2007/PartnerControls"/>
    <ds:schemaRef ds:uri="http://purl.org/dc/elements/1.1/"/>
    <ds:schemaRef ds:uri="a41a97bf-0494-41d8-ba3d-259bd7771890"/>
    <ds:schemaRef ds:uri="http://schemas.microsoft.com/office/2006/metadata/properties"/>
    <ds:schemaRef ds:uri="08927195-b699-4be0-9ee2-6c66dc215b5a"/>
    <ds:schemaRef ds:uri="1929b814-5a78-4bdc-9841-d8b9ef424f65"/>
    <ds:schemaRef ds:uri="http://purl.org/dc/terms/"/>
    <ds:schemaRef ds:uri="68859501-ca66-4b3b-bfad-5f847727bb3e"/>
  </ds:schemaRefs>
</ds:datastoreItem>
</file>

<file path=customXml/itemProps3.xml><?xml version="1.0" encoding="utf-8"?>
<ds:datastoreItem xmlns:ds="http://schemas.openxmlformats.org/officeDocument/2006/customXml" ds:itemID="{B78F2EE6-6A65-465B-9349-1977AD796285}"/>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49</TotalTime>
  <Pages>4</Pages>
  <Words>1251</Words>
  <Characters>7132</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4</cp:revision>
  <cp:lastPrinted>2023-04-05T10:36:00Z</cp:lastPrinted>
  <dcterms:created xsi:type="dcterms:W3CDTF">2025-08-20T09:23:00Z</dcterms:created>
  <dcterms:modified xsi:type="dcterms:W3CDTF">2025-08-21T08:28:00Z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